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0"/>
        <w:gridCol w:w="3360"/>
        <w:gridCol w:w="3361"/>
      </w:tblGrid>
      <w:tr w:rsidR="00311837" w:rsidRPr="00D22972" w:rsidTr="00D22972">
        <w:trPr>
          <w:trHeight w:val="969"/>
        </w:trPr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Money</w:t>
            </w:r>
          </w:p>
        </w:tc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Owning your own home</w:t>
            </w:r>
          </w:p>
        </w:tc>
        <w:tc>
          <w:tcPr>
            <w:tcW w:w="3361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Having children</w:t>
            </w:r>
          </w:p>
        </w:tc>
      </w:tr>
      <w:tr w:rsidR="00311837" w:rsidRPr="00D22972" w:rsidTr="00D22972">
        <w:trPr>
          <w:trHeight w:val="854"/>
        </w:trPr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Excellent Qualifications</w:t>
            </w:r>
          </w:p>
        </w:tc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Loving your job</w:t>
            </w:r>
          </w:p>
        </w:tc>
        <w:tc>
          <w:tcPr>
            <w:tcW w:w="3361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Happy Relationship</w:t>
            </w:r>
          </w:p>
        </w:tc>
      </w:tr>
      <w:tr w:rsidR="00311837" w:rsidRPr="00D22972" w:rsidTr="00D22972">
        <w:trPr>
          <w:trHeight w:val="1037"/>
        </w:trPr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Making your parents proud</w:t>
            </w:r>
          </w:p>
        </w:tc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Expensive Car</w:t>
            </w:r>
          </w:p>
        </w:tc>
        <w:tc>
          <w:tcPr>
            <w:tcW w:w="3361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Opportunity to travel</w:t>
            </w:r>
          </w:p>
        </w:tc>
      </w:tr>
      <w:tr w:rsidR="00311837" w:rsidRPr="00D22972" w:rsidTr="00D22972">
        <w:trPr>
          <w:trHeight w:val="981"/>
        </w:trPr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Lots of time off</w:t>
            </w:r>
          </w:p>
        </w:tc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physically healthy</w:t>
            </w:r>
          </w:p>
        </w:tc>
        <w:tc>
          <w:tcPr>
            <w:tcW w:w="3361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mentally healthy</w:t>
            </w:r>
          </w:p>
        </w:tc>
      </w:tr>
      <w:tr w:rsidR="00311837" w:rsidRPr="00D22972" w:rsidTr="00311837">
        <w:trPr>
          <w:trHeight w:val="1210"/>
        </w:trPr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your own boss</w:t>
            </w:r>
          </w:p>
        </w:tc>
        <w:tc>
          <w:tcPr>
            <w:tcW w:w="3360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powerful</w:t>
            </w:r>
          </w:p>
        </w:tc>
        <w:tc>
          <w:tcPr>
            <w:tcW w:w="3361" w:type="dxa"/>
            <w:vAlign w:val="center"/>
          </w:tcPr>
          <w:p w:rsidR="00311837" w:rsidRPr="00D22972" w:rsidRDefault="00311837" w:rsidP="00311837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respected</w:t>
            </w:r>
          </w:p>
        </w:tc>
      </w:tr>
      <w:tr w:rsidR="00311837" w:rsidRPr="00D22972" w:rsidTr="006E7778">
        <w:trPr>
          <w:trHeight w:val="1252"/>
        </w:trPr>
        <w:tc>
          <w:tcPr>
            <w:tcW w:w="3360" w:type="dxa"/>
            <w:vAlign w:val="center"/>
          </w:tcPr>
          <w:p w:rsidR="00311837" w:rsidRPr="006E7778" w:rsidRDefault="006E7778" w:rsidP="006E7778">
            <w:pPr>
              <w:jc w:val="center"/>
              <w:rPr>
                <w:b/>
                <w:sz w:val="36"/>
                <w:szCs w:val="36"/>
              </w:rPr>
            </w:pPr>
            <w:r w:rsidRPr="006E7778">
              <w:rPr>
                <w:b/>
                <w:sz w:val="34"/>
                <w:szCs w:val="36"/>
              </w:rPr>
              <w:t xml:space="preserve">Being Famous </w:t>
            </w:r>
          </w:p>
        </w:tc>
        <w:tc>
          <w:tcPr>
            <w:tcW w:w="3360" w:type="dxa"/>
          </w:tcPr>
          <w:p w:rsidR="00311837" w:rsidRPr="00D22972" w:rsidRDefault="00311837">
            <w:pPr>
              <w:rPr>
                <w:sz w:val="20"/>
              </w:rPr>
            </w:pPr>
            <w:r w:rsidRPr="00D22972">
              <w:rPr>
                <w:sz w:val="20"/>
              </w:rPr>
              <w:t>An idea of your own:</w:t>
            </w:r>
          </w:p>
        </w:tc>
        <w:tc>
          <w:tcPr>
            <w:tcW w:w="3361" w:type="dxa"/>
          </w:tcPr>
          <w:p w:rsidR="00311837" w:rsidRPr="00D22972" w:rsidRDefault="00311837">
            <w:pPr>
              <w:rPr>
                <w:sz w:val="20"/>
              </w:rPr>
            </w:pPr>
            <w:r w:rsidRPr="00D22972">
              <w:rPr>
                <w:sz w:val="20"/>
              </w:rPr>
              <w:t>An idea of your own:</w:t>
            </w:r>
          </w:p>
        </w:tc>
      </w:tr>
    </w:tbl>
    <w:p w:rsidR="00BB7F63" w:rsidRDefault="006E7778">
      <w:pPr>
        <w:rPr>
          <w:sz w:val="20"/>
        </w:rPr>
      </w:pPr>
    </w:p>
    <w:p w:rsidR="00D22972" w:rsidRDefault="00D22972">
      <w:pPr>
        <w:rPr>
          <w:sz w:val="20"/>
        </w:rPr>
      </w:pPr>
    </w:p>
    <w:p w:rsidR="006E7778" w:rsidRDefault="006E7778">
      <w:pPr>
        <w:rPr>
          <w:sz w:val="2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0"/>
        <w:gridCol w:w="3360"/>
        <w:gridCol w:w="3361"/>
      </w:tblGrid>
      <w:tr w:rsidR="006E7778" w:rsidRPr="00D22972" w:rsidTr="00816F0C">
        <w:trPr>
          <w:trHeight w:val="969"/>
        </w:trPr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Money</w:t>
            </w:r>
          </w:p>
        </w:tc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Owning your own home</w:t>
            </w:r>
          </w:p>
        </w:tc>
        <w:tc>
          <w:tcPr>
            <w:tcW w:w="3361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Having children</w:t>
            </w:r>
          </w:p>
        </w:tc>
      </w:tr>
      <w:tr w:rsidR="006E7778" w:rsidRPr="00D22972" w:rsidTr="00816F0C">
        <w:trPr>
          <w:trHeight w:val="854"/>
        </w:trPr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Excellent Qualifications</w:t>
            </w:r>
          </w:p>
        </w:tc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Loving your job</w:t>
            </w:r>
          </w:p>
        </w:tc>
        <w:tc>
          <w:tcPr>
            <w:tcW w:w="3361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Happy Relationship</w:t>
            </w:r>
          </w:p>
        </w:tc>
      </w:tr>
      <w:tr w:rsidR="006E7778" w:rsidRPr="00D22972" w:rsidTr="00816F0C">
        <w:trPr>
          <w:trHeight w:val="1037"/>
        </w:trPr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Making your parents proud</w:t>
            </w:r>
          </w:p>
        </w:tc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Expensive Car</w:t>
            </w:r>
          </w:p>
        </w:tc>
        <w:tc>
          <w:tcPr>
            <w:tcW w:w="3361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Opportunity to travel</w:t>
            </w:r>
          </w:p>
        </w:tc>
      </w:tr>
      <w:tr w:rsidR="006E7778" w:rsidRPr="00D22972" w:rsidTr="00816F0C">
        <w:trPr>
          <w:trHeight w:val="981"/>
        </w:trPr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Lots of time off</w:t>
            </w:r>
          </w:p>
        </w:tc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physically healthy</w:t>
            </w:r>
          </w:p>
        </w:tc>
        <w:tc>
          <w:tcPr>
            <w:tcW w:w="3361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mentally healthy</w:t>
            </w:r>
          </w:p>
        </w:tc>
      </w:tr>
      <w:tr w:rsidR="006E7778" w:rsidRPr="00D22972" w:rsidTr="00816F0C">
        <w:trPr>
          <w:trHeight w:val="1210"/>
        </w:trPr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your own boss</w:t>
            </w:r>
          </w:p>
        </w:tc>
        <w:tc>
          <w:tcPr>
            <w:tcW w:w="3360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powerful</w:t>
            </w:r>
          </w:p>
        </w:tc>
        <w:tc>
          <w:tcPr>
            <w:tcW w:w="3361" w:type="dxa"/>
            <w:vAlign w:val="center"/>
          </w:tcPr>
          <w:p w:rsidR="006E7778" w:rsidRPr="00D22972" w:rsidRDefault="006E7778" w:rsidP="00816F0C">
            <w:pPr>
              <w:jc w:val="center"/>
              <w:rPr>
                <w:b/>
                <w:sz w:val="34"/>
              </w:rPr>
            </w:pPr>
            <w:r w:rsidRPr="00D22972">
              <w:rPr>
                <w:b/>
                <w:sz w:val="34"/>
              </w:rPr>
              <w:t>Being respected</w:t>
            </w:r>
          </w:p>
        </w:tc>
      </w:tr>
      <w:tr w:rsidR="006E7778" w:rsidRPr="00D22972" w:rsidTr="00816F0C">
        <w:trPr>
          <w:trHeight w:val="1252"/>
        </w:trPr>
        <w:tc>
          <w:tcPr>
            <w:tcW w:w="3360" w:type="dxa"/>
            <w:vAlign w:val="center"/>
          </w:tcPr>
          <w:p w:rsidR="006E7778" w:rsidRPr="006E7778" w:rsidRDefault="006E7778" w:rsidP="00816F0C">
            <w:pPr>
              <w:jc w:val="center"/>
              <w:rPr>
                <w:b/>
                <w:sz w:val="36"/>
                <w:szCs w:val="36"/>
              </w:rPr>
            </w:pPr>
            <w:r w:rsidRPr="006E7778">
              <w:rPr>
                <w:b/>
                <w:sz w:val="34"/>
                <w:szCs w:val="36"/>
              </w:rPr>
              <w:t xml:space="preserve">Being Famous </w:t>
            </w:r>
          </w:p>
        </w:tc>
        <w:tc>
          <w:tcPr>
            <w:tcW w:w="3360" w:type="dxa"/>
          </w:tcPr>
          <w:p w:rsidR="006E7778" w:rsidRPr="00D22972" w:rsidRDefault="006E7778" w:rsidP="00816F0C">
            <w:pPr>
              <w:rPr>
                <w:sz w:val="20"/>
              </w:rPr>
            </w:pPr>
            <w:r w:rsidRPr="00D22972">
              <w:rPr>
                <w:sz w:val="20"/>
              </w:rPr>
              <w:t>An idea of your own:</w:t>
            </w:r>
          </w:p>
        </w:tc>
        <w:tc>
          <w:tcPr>
            <w:tcW w:w="3361" w:type="dxa"/>
          </w:tcPr>
          <w:p w:rsidR="006E7778" w:rsidRPr="00D22972" w:rsidRDefault="006E7778" w:rsidP="00816F0C">
            <w:pPr>
              <w:rPr>
                <w:sz w:val="20"/>
              </w:rPr>
            </w:pPr>
            <w:r w:rsidRPr="00D22972">
              <w:rPr>
                <w:sz w:val="20"/>
              </w:rPr>
              <w:t>An idea of your own:</w:t>
            </w:r>
          </w:p>
        </w:tc>
      </w:tr>
    </w:tbl>
    <w:p w:rsidR="00D22972" w:rsidRPr="00D22972" w:rsidRDefault="00D22972">
      <w:pPr>
        <w:rPr>
          <w:sz w:val="20"/>
        </w:rPr>
      </w:pPr>
    </w:p>
    <w:p w:rsidR="00311837" w:rsidRPr="00D22972" w:rsidRDefault="00311837">
      <w:pPr>
        <w:rPr>
          <w:sz w:val="20"/>
        </w:rPr>
      </w:pPr>
    </w:p>
    <w:sectPr w:rsidR="00311837" w:rsidRPr="00D22972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37"/>
    <w:rsid w:val="00267C19"/>
    <w:rsid w:val="00311837"/>
    <w:rsid w:val="00320E87"/>
    <w:rsid w:val="00403D12"/>
    <w:rsid w:val="004C595D"/>
    <w:rsid w:val="006E7778"/>
    <w:rsid w:val="00B25407"/>
    <w:rsid w:val="00D22972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51ACE765</Template>
  <TotalTime>18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2017-02-01T16:46:00Z</dcterms:created>
  <dcterms:modified xsi:type="dcterms:W3CDTF">2017-12-04T11:13:00Z</dcterms:modified>
</cp:coreProperties>
</file>